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EE6B9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</w:t>
      </w:r>
      <w:proofErr w:type="spellStart"/>
      <w:r w:rsidR="002A22BF" w:rsidRPr="00CF40BA">
        <w:rPr>
          <w:rFonts w:ascii="Corbel" w:hAnsi="Corbel"/>
          <w:bCs/>
          <w:i/>
        </w:rPr>
        <w:t>UR</w:t>
      </w:r>
      <w:proofErr w:type="spellEnd"/>
      <w:r w:rsidR="002A22BF" w:rsidRPr="00CF40BA">
        <w:rPr>
          <w:rFonts w:ascii="Corbel" w:hAnsi="Corbel"/>
          <w:bCs/>
          <w:i/>
        </w:rPr>
        <w:t xml:space="preserve">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06D61057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2346B38F" w14:textId="6524EEB1" w:rsidR="00C30883" w:rsidRDefault="0071620A" w:rsidP="000434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330A8">
        <w:rPr>
          <w:rFonts w:ascii="Corbel" w:hAnsi="Corbel"/>
          <w:i/>
          <w:smallCaps/>
          <w:sz w:val="24"/>
          <w:szCs w:val="24"/>
        </w:rPr>
        <w:t>2019-2022</w:t>
      </w:r>
    </w:p>
    <w:p w14:paraId="5DD58235" w14:textId="7B55D4EB" w:rsidR="00445970" w:rsidRPr="00CF40BA" w:rsidRDefault="007779D2" w:rsidP="007779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C30883">
        <w:rPr>
          <w:rFonts w:ascii="Corbel" w:hAnsi="Corbel"/>
          <w:sz w:val="20"/>
          <w:szCs w:val="20"/>
        </w:rPr>
        <w:t>202</w:t>
      </w:r>
      <w:r w:rsidR="009330A8">
        <w:rPr>
          <w:rFonts w:ascii="Corbel" w:hAnsi="Corbel"/>
          <w:sz w:val="20"/>
          <w:szCs w:val="20"/>
        </w:rPr>
        <w:t>1</w:t>
      </w:r>
      <w:r w:rsidR="00C30883">
        <w:rPr>
          <w:rFonts w:ascii="Corbel" w:hAnsi="Corbel"/>
          <w:sz w:val="20"/>
          <w:szCs w:val="20"/>
        </w:rPr>
        <w:t>/2022</w:t>
      </w:r>
    </w:p>
    <w:p w14:paraId="62F114FA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BE9F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4C587985" w14:textId="77777777" w:rsidTr="5DEF04A1">
        <w:tc>
          <w:tcPr>
            <w:tcW w:w="2694" w:type="dxa"/>
            <w:vAlign w:val="center"/>
          </w:tcPr>
          <w:p w14:paraId="0D0BF58B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7800F" w14:textId="77777777" w:rsidR="0085747A" w:rsidRPr="00CF40BA" w:rsidRDefault="00BB7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Logistyka przebiegów towarowych</w:t>
            </w:r>
          </w:p>
        </w:tc>
      </w:tr>
      <w:tr w:rsidR="0085747A" w:rsidRPr="00CF40BA" w14:paraId="65433425" w14:textId="77777777" w:rsidTr="5DEF04A1">
        <w:tc>
          <w:tcPr>
            <w:tcW w:w="2694" w:type="dxa"/>
            <w:vAlign w:val="center"/>
          </w:tcPr>
          <w:p w14:paraId="793AB463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72855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="00005CF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CF40BA" w14:paraId="61662F2F" w14:textId="77777777" w:rsidTr="5DEF04A1">
        <w:tc>
          <w:tcPr>
            <w:tcW w:w="2694" w:type="dxa"/>
            <w:vAlign w:val="center"/>
          </w:tcPr>
          <w:p w14:paraId="5E346587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27D013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2F1D3464" w14:textId="77777777" w:rsidTr="5DEF04A1">
        <w:tc>
          <w:tcPr>
            <w:tcW w:w="2694" w:type="dxa"/>
            <w:vAlign w:val="center"/>
          </w:tcPr>
          <w:p w14:paraId="282D067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5D4497" w14:textId="77325C6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CF40BA" w14:paraId="5D98047C" w14:textId="77777777" w:rsidTr="5DEF04A1">
        <w:tc>
          <w:tcPr>
            <w:tcW w:w="2694" w:type="dxa"/>
            <w:vAlign w:val="center"/>
          </w:tcPr>
          <w:p w14:paraId="0E6FAA8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ED1052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2040435F" w14:textId="77777777" w:rsidTr="5DEF04A1">
        <w:tc>
          <w:tcPr>
            <w:tcW w:w="2694" w:type="dxa"/>
            <w:vAlign w:val="center"/>
          </w:tcPr>
          <w:p w14:paraId="2BF0FC10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02C4AF" w14:textId="419C920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517E85B8" w14:textId="77777777" w:rsidTr="5DEF04A1">
        <w:tc>
          <w:tcPr>
            <w:tcW w:w="2694" w:type="dxa"/>
            <w:vAlign w:val="center"/>
          </w:tcPr>
          <w:p w14:paraId="5C65462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418B01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F40BA" w14:paraId="27D19942" w14:textId="77777777" w:rsidTr="5DEF04A1">
        <w:tc>
          <w:tcPr>
            <w:tcW w:w="2694" w:type="dxa"/>
            <w:vAlign w:val="center"/>
          </w:tcPr>
          <w:p w14:paraId="7DDCD44F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9CD31" w14:textId="79DB24C6" w:rsidR="0085747A" w:rsidRPr="00FF1AE0" w:rsidRDefault="00FF1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1AE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F40BA" w14:paraId="429901C3" w14:textId="77777777" w:rsidTr="5DEF04A1">
        <w:tc>
          <w:tcPr>
            <w:tcW w:w="2694" w:type="dxa"/>
            <w:vAlign w:val="center"/>
          </w:tcPr>
          <w:p w14:paraId="2EF1454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FAA501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3657CE6E" w14:textId="77777777" w:rsidTr="5DEF04A1">
        <w:tc>
          <w:tcPr>
            <w:tcW w:w="2694" w:type="dxa"/>
            <w:vAlign w:val="center"/>
          </w:tcPr>
          <w:p w14:paraId="02E56CFC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92BC8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301BB4E5" w14:textId="77777777" w:rsidTr="5DEF04A1">
        <w:tc>
          <w:tcPr>
            <w:tcW w:w="2694" w:type="dxa"/>
            <w:vAlign w:val="center"/>
          </w:tcPr>
          <w:p w14:paraId="619729B3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27ACC3" w14:textId="317DBA2C" w:rsidR="00923D7D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FE7264E" w14:textId="77777777" w:rsidTr="5DEF04A1">
        <w:tc>
          <w:tcPr>
            <w:tcW w:w="2694" w:type="dxa"/>
            <w:vAlign w:val="center"/>
          </w:tcPr>
          <w:p w14:paraId="31F7790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E9DD99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74DAD2CE" w14:textId="77777777" w:rsidTr="5DEF04A1">
        <w:tc>
          <w:tcPr>
            <w:tcW w:w="2694" w:type="dxa"/>
            <w:vAlign w:val="center"/>
          </w:tcPr>
          <w:p w14:paraId="31B52B38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47D59E" w14:textId="4548F279" w:rsidR="0085747A" w:rsidRPr="00CF40BA" w:rsidRDefault="00963EB0" w:rsidP="5DEF04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C05E0" w:rsidRPr="5DEF04A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Tomasz </w:t>
            </w:r>
            <w:r w:rsidR="009C05E0" w:rsidRPr="5DEF04A1">
              <w:rPr>
                <w:rFonts w:ascii="Corbel" w:hAnsi="Corbel"/>
                <w:b w:val="0"/>
                <w:sz w:val="24"/>
                <w:szCs w:val="24"/>
              </w:rPr>
              <w:t>Surmacz</w:t>
            </w:r>
          </w:p>
        </w:tc>
      </w:tr>
    </w:tbl>
    <w:p w14:paraId="09D622D3" w14:textId="5005F4E8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1D030C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7702A109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E8D2C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F40BA">
        <w:rPr>
          <w:rFonts w:ascii="Corbel" w:hAnsi="Corbel"/>
          <w:sz w:val="24"/>
          <w:szCs w:val="24"/>
        </w:rPr>
        <w:t>ECTS</w:t>
      </w:r>
      <w:proofErr w:type="spellEnd"/>
      <w:r w:rsidRPr="00CF40BA">
        <w:rPr>
          <w:rFonts w:ascii="Corbel" w:hAnsi="Corbel"/>
          <w:sz w:val="24"/>
          <w:szCs w:val="24"/>
        </w:rPr>
        <w:t xml:space="preserve"> </w:t>
      </w:r>
    </w:p>
    <w:p w14:paraId="10EBD81E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5720A512" w14:textId="77777777" w:rsidTr="007779D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C1F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10F46DD0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7DD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3F5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084E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836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1C5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6DE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170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6F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A8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F40B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F40BA" w14:paraId="58363E9C" w14:textId="77777777" w:rsidTr="007779D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8A91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AD26" w14:textId="4B354CB7" w:rsidR="00015B8F" w:rsidRPr="00CF40BA" w:rsidRDefault="00FF1A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67CB" w14:textId="1D0C1288" w:rsidR="00015B8F" w:rsidRPr="00CF40BA" w:rsidRDefault="00FF1A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9A2E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C2D6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369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1C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B1B8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C3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01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6C1D9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978F61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644525" w14:textId="67320047" w:rsidR="0085747A" w:rsidRPr="000434A8" w:rsidRDefault="0085747A" w:rsidP="5DEF04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 w:rsidRPr="5DEF04A1">
        <w:rPr>
          <w:rFonts w:ascii="Corbel" w:hAnsi="Corbel"/>
          <w:smallCaps w:val="0"/>
        </w:rPr>
        <w:t>1.</w:t>
      </w:r>
      <w:r w:rsidR="00E22FBC" w:rsidRPr="5DEF04A1">
        <w:rPr>
          <w:rFonts w:ascii="Corbel" w:hAnsi="Corbel"/>
          <w:smallCaps w:val="0"/>
        </w:rPr>
        <w:t>2</w:t>
      </w:r>
      <w:r w:rsidR="00F83B28" w:rsidRPr="5DEF04A1">
        <w:rPr>
          <w:rFonts w:ascii="Corbel" w:hAnsi="Corbel"/>
          <w:smallCaps w:val="0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5DEF04A1">
        <w:rPr>
          <w:rFonts w:ascii="Corbel" w:hAnsi="Corbel"/>
          <w:smallCaps w:val="0"/>
        </w:rPr>
        <w:t xml:space="preserve">Sposób realizacji zajęć </w:t>
      </w:r>
    </w:p>
    <w:p w14:paraId="5DA130F0" w14:textId="236CABB3" w:rsidR="00E06637" w:rsidRDefault="00E06637" w:rsidP="00E0663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BDF4AFF" w14:textId="77777777" w:rsidR="00E06637" w:rsidRPr="00E06637" w:rsidRDefault="00E06637" w:rsidP="00E0663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0663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06637">
        <w:rPr>
          <w:rStyle w:val="normaltextrun"/>
          <w:rFonts w:ascii="Corbel" w:hAnsi="Corbel" w:cs="Segoe UI"/>
          <w:smallCaps w:val="0"/>
          <w:szCs w:val="24"/>
        </w:rPr>
        <w:t> </w:t>
      </w:r>
      <w:r w:rsidRPr="00E0663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0663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D7FBC2B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627FA1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A20D4A" w14:textId="5E754B61" w:rsidR="00E960BB" w:rsidRDefault="00E066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037996B9" w14:textId="77777777" w:rsidR="00E06637" w:rsidRPr="00CF40BA" w:rsidRDefault="00E066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4C06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09B8FF" w14:textId="77777777" w:rsidTr="00745302">
        <w:tc>
          <w:tcPr>
            <w:tcW w:w="9670" w:type="dxa"/>
          </w:tcPr>
          <w:p w14:paraId="01B6E8B2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4D0B01A7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B4D8B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75EA9A3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2B568C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DA40A9B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72549B32" w14:textId="77777777" w:rsidTr="00810481">
        <w:tc>
          <w:tcPr>
            <w:tcW w:w="845" w:type="dxa"/>
            <w:vAlign w:val="center"/>
          </w:tcPr>
          <w:p w14:paraId="2937BCA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A4DB63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7E4B1AE9" w14:textId="77777777" w:rsidTr="00810481">
        <w:tc>
          <w:tcPr>
            <w:tcW w:w="845" w:type="dxa"/>
            <w:vAlign w:val="center"/>
          </w:tcPr>
          <w:p w14:paraId="32D2BBFC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827EE6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173031FA" w14:textId="77777777" w:rsidTr="00810481">
        <w:tc>
          <w:tcPr>
            <w:tcW w:w="845" w:type="dxa"/>
            <w:vAlign w:val="center"/>
          </w:tcPr>
          <w:p w14:paraId="2254694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B57ED1D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zarządzania zapasami w łańcuchu logistycznym oraz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 xml:space="preserve">szczególnej </w:t>
            </w: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>transportu</w:t>
            </w:r>
          </w:p>
        </w:tc>
      </w:tr>
    </w:tbl>
    <w:p w14:paraId="2EF9FF64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76250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47137FBD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CF40BA" w14:paraId="5266FF59" w14:textId="77777777" w:rsidTr="5DEF04A1">
        <w:tc>
          <w:tcPr>
            <w:tcW w:w="1676" w:type="dxa"/>
            <w:vAlign w:val="center"/>
          </w:tcPr>
          <w:p w14:paraId="521845F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0841A39A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92DF042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19B069AD" w14:textId="77777777" w:rsidTr="5DEF04A1">
        <w:tc>
          <w:tcPr>
            <w:tcW w:w="1676" w:type="dxa"/>
          </w:tcPr>
          <w:p w14:paraId="545EDE56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80" w:type="dxa"/>
          </w:tcPr>
          <w:p w14:paraId="56845D63" w14:textId="21B2519B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procesy zmian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oraz określa ich przyczyny, przebieg i konsekwencje</w:t>
            </w:r>
          </w:p>
        </w:tc>
        <w:tc>
          <w:tcPr>
            <w:tcW w:w="1864" w:type="dxa"/>
          </w:tcPr>
          <w:p w14:paraId="2EFF7822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K_W06</w:t>
            </w:r>
          </w:p>
        </w:tc>
      </w:tr>
      <w:tr w:rsidR="0085747A" w:rsidRPr="00CF40BA" w14:paraId="5B01B9B5" w14:textId="77777777" w:rsidTr="5DEF04A1">
        <w:tc>
          <w:tcPr>
            <w:tcW w:w="1676" w:type="dxa"/>
          </w:tcPr>
          <w:p w14:paraId="1FD2C39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0" w:type="dxa"/>
          </w:tcPr>
          <w:p w14:paraId="73A6B5CC" w14:textId="50F16978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organizacjami, a także ich oddziaływanie na zmiany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5D993E8E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C7353B" w:rsidRPr="00CF40BA" w14:paraId="447AFF97" w14:textId="77777777" w:rsidTr="5DEF04A1">
        <w:tc>
          <w:tcPr>
            <w:tcW w:w="1676" w:type="dxa"/>
          </w:tcPr>
          <w:p w14:paraId="6C3E32B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0" w:type="dxa"/>
          </w:tcPr>
          <w:p w14:paraId="292C67C8" w14:textId="58680958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oceniać przebieg zjawisk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w warunkach nie w pełni przewidywalnych</w:t>
            </w:r>
          </w:p>
        </w:tc>
        <w:tc>
          <w:tcPr>
            <w:tcW w:w="1864" w:type="dxa"/>
          </w:tcPr>
          <w:p w14:paraId="27961A48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C7353B" w:rsidRPr="00CF40BA" w14:paraId="782F518C" w14:textId="77777777" w:rsidTr="5DEF04A1">
        <w:tc>
          <w:tcPr>
            <w:tcW w:w="1676" w:type="dxa"/>
          </w:tcPr>
          <w:p w14:paraId="3DAC2FFA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0" w:type="dxa"/>
          </w:tcPr>
          <w:p w14:paraId="11B967C9" w14:textId="2A3B4C43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logistyki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>, w tym przedstawiać i oceniać różne opinie i stanowiska oraz dyskutować o nich</w:t>
            </w:r>
          </w:p>
        </w:tc>
        <w:tc>
          <w:tcPr>
            <w:tcW w:w="1864" w:type="dxa"/>
          </w:tcPr>
          <w:p w14:paraId="10CF34F5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K_U07</w:t>
            </w:r>
          </w:p>
        </w:tc>
      </w:tr>
      <w:tr w:rsidR="00C7353B" w:rsidRPr="00CF40BA" w14:paraId="5A6FC622" w14:textId="77777777" w:rsidTr="5DEF04A1">
        <w:tc>
          <w:tcPr>
            <w:tcW w:w="1676" w:type="dxa"/>
          </w:tcPr>
          <w:p w14:paraId="4A58710E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3DF5F00A" w14:textId="3FE97145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problemów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1F069430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C7353B" w:rsidRPr="00CF40BA" w14:paraId="7DBB75A4" w14:textId="77777777" w:rsidTr="5DEF04A1">
        <w:tc>
          <w:tcPr>
            <w:tcW w:w="1676" w:type="dxa"/>
          </w:tcPr>
          <w:p w14:paraId="0D10F83F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80" w:type="dxa"/>
          </w:tcPr>
          <w:p w14:paraId="5F103FF5" w14:textId="4AE30E58" w:rsidR="00C7353B" w:rsidRPr="007779D2" w:rsidRDefault="00E06637" w:rsidP="5DEF04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35D42DB7" w:rsidRPr="5DEF04A1">
              <w:rPr>
                <w:rFonts w:ascii="Corbel" w:hAnsi="Corbel"/>
                <w:b w:val="0"/>
                <w:smallCaps w:val="0"/>
              </w:rPr>
              <w:t>otrafi planować i organizować pracę indywidualną oraz  pracować w grupie nad zadanymi zadaniami z zakresu logistyki</w:t>
            </w:r>
          </w:p>
        </w:tc>
        <w:tc>
          <w:tcPr>
            <w:tcW w:w="1864" w:type="dxa"/>
          </w:tcPr>
          <w:p w14:paraId="0D728741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7353B" w:rsidRPr="00CF40BA" w14:paraId="31A984E5" w14:textId="77777777" w:rsidTr="5DEF04A1">
        <w:tc>
          <w:tcPr>
            <w:tcW w:w="1676" w:type="dxa"/>
          </w:tcPr>
          <w:p w14:paraId="1B9D1B27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80" w:type="dxa"/>
          </w:tcPr>
          <w:p w14:paraId="75276355" w14:textId="3A00371C" w:rsidR="00C7353B" w:rsidRPr="007779D2" w:rsidRDefault="00515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do krytycznej oceny posiadanej wiedzy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 zakresu logistyki </w:t>
            </w:r>
            <w:r w:rsidR="00963EB0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7779D2">
              <w:rPr>
                <w:rFonts w:ascii="Corbel" w:hAnsi="Corbel"/>
                <w:b w:val="0"/>
                <w:smallCaps w:val="0"/>
                <w:szCs w:val="24"/>
              </w:rPr>
              <w:t>ciągłego poznawania zmieniających się warunków gospodarowania</w:t>
            </w:r>
          </w:p>
        </w:tc>
        <w:tc>
          <w:tcPr>
            <w:tcW w:w="1864" w:type="dxa"/>
          </w:tcPr>
          <w:p w14:paraId="031AAE9E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C7353B" w:rsidRPr="00CF40BA" w14:paraId="3B23AF73" w14:textId="77777777" w:rsidTr="5DEF04A1">
        <w:tc>
          <w:tcPr>
            <w:tcW w:w="1676" w:type="dxa"/>
          </w:tcPr>
          <w:p w14:paraId="4F5C001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80" w:type="dxa"/>
          </w:tcPr>
          <w:p w14:paraId="177C33FF" w14:textId="0646CB91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7779D2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 odpowiedzialnej i przedsiębiorczej w odniesieniu do kształtowania własnej kariery zawodowej </w:t>
            </w:r>
            <w:r w:rsidR="00F66316" w:rsidRPr="007779D2">
              <w:rPr>
                <w:rFonts w:ascii="Corbel" w:hAnsi="Corbel"/>
                <w:b w:val="0"/>
                <w:smallCaps w:val="0"/>
                <w:szCs w:val="24"/>
              </w:rPr>
              <w:t>w zakresie logistyki</w:t>
            </w:r>
          </w:p>
        </w:tc>
        <w:tc>
          <w:tcPr>
            <w:tcW w:w="1864" w:type="dxa"/>
          </w:tcPr>
          <w:p w14:paraId="12E3759C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630E9715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C6E555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0658CC8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17AAA73E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ACEF2B" w14:textId="77777777" w:rsidTr="003A2C6B">
        <w:tc>
          <w:tcPr>
            <w:tcW w:w="9520" w:type="dxa"/>
          </w:tcPr>
          <w:p w14:paraId="08DEAD59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00D8B45D" w14:textId="77777777" w:rsidTr="003A2C6B">
        <w:tc>
          <w:tcPr>
            <w:tcW w:w="9520" w:type="dxa"/>
          </w:tcPr>
          <w:p w14:paraId="42603B88" w14:textId="77777777" w:rsidR="003A2C6B" w:rsidRPr="00CF40BA" w:rsidRDefault="0086036D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logistyki</w:t>
            </w:r>
            <w:r w:rsidR="003A2C6B" w:rsidRPr="00CF40BA">
              <w:rPr>
                <w:rFonts w:ascii="Corbel" w:hAnsi="Corbel"/>
                <w:sz w:val="24"/>
                <w:szCs w:val="24"/>
              </w:rPr>
              <w:t>, etapy rozwoju logistyki</w:t>
            </w:r>
          </w:p>
        </w:tc>
      </w:tr>
      <w:tr w:rsidR="003A2C6B" w:rsidRPr="00CF40BA" w14:paraId="5CC59294" w14:textId="77777777" w:rsidTr="003A2C6B">
        <w:tc>
          <w:tcPr>
            <w:tcW w:w="9520" w:type="dxa"/>
          </w:tcPr>
          <w:p w14:paraId="148C131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4DA17422" w14:textId="77777777" w:rsidTr="003A2C6B">
        <w:tc>
          <w:tcPr>
            <w:tcW w:w="9520" w:type="dxa"/>
          </w:tcPr>
          <w:p w14:paraId="22951DB5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transportu w logistyce</w:t>
            </w:r>
          </w:p>
        </w:tc>
      </w:tr>
      <w:tr w:rsidR="003A2C6B" w:rsidRPr="00CF40BA" w14:paraId="4B607952" w14:textId="77777777" w:rsidTr="003A2C6B">
        <w:tc>
          <w:tcPr>
            <w:tcW w:w="9520" w:type="dxa"/>
          </w:tcPr>
          <w:p w14:paraId="45F10BD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transportu</w:t>
            </w:r>
          </w:p>
        </w:tc>
      </w:tr>
      <w:tr w:rsidR="003A2C6B" w:rsidRPr="00CF40BA" w14:paraId="5C78B693" w14:textId="77777777" w:rsidTr="003A2C6B">
        <w:tc>
          <w:tcPr>
            <w:tcW w:w="9520" w:type="dxa"/>
          </w:tcPr>
          <w:p w14:paraId="4F1B116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magazynowa i manipulacje</w:t>
            </w:r>
          </w:p>
        </w:tc>
      </w:tr>
      <w:tr w:rsidR="003A2C6B" w:rsidRPr="00CF40BA" w14:paraId="29076B48" w14:textId="77777777" w:rsidTr="003A2C6B">
        <w:tc>
          <w:tcPr>
            <w:tcW w:w="9520" w:type="dxa"/>
          </w:tcPr>
          <w:p w14:paraId="1E010AC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779CE709" w14:textId="77777777" w:rsidTr="003A2C6B">
        <w:tc>
          <w:tcPr>
            <w:tcW w:w="9520" w:type="dxa"/>
          </w:tcPr>
          <w:p w14:paraId="1CAB6DB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59583124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20912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7702CCF4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DC42790" w14:textId="77777777" w:rsidTr="003A2C6B">
        <w:tc>
          <w:tcPr>
            <w:tcW w:w="9520" w:type="dxa"/>
          </w:tcPr>
          <w:p w14:paraId="417DAF8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47B40D02" w14:textId="77777777" w:rsidTr="003A2C6B">
        <w:tc>
          <w:tcPr>
            <w:tcW w:w="9520" w:type="dxa"/>
          </w:tcPr>
          <w:p w14:paraId="392E7E6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5175D8F9" w14:textId="77777777" w:rsidTr="003A2C6B">
        <w:tc>
          <w:tcPr>
            <w:tcW w:w="9520" w:type="dxa"/>
          </w:tcPr>
          <w:p w14:paraId="6163EC87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transportu</w:t>
            </w:r>
          </w:p>
        </w:tc>
      </w:tr>
      <w:tr w:rsidR="003A2C6B" w:rsidRPr="00CF40BA" w14:paraId="0EDF1484" w14:textId="77777777" w:rsidTr="003A2C6B">
        <w:tc>
          <w:tcPr>
            <w:tcW w:w="9520" w:type="dxa"/>
          </w:tcPr>
          <w:p w14:paraId="3111B1C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11A9A10F" w14:textId="77777777" w:rsidTr="003A2C6B">
        <w:tc>
          <w:tcPr>
            <w:tcW w:w="9520" w:type="dxa"/>
          </w:tcPr>
          <w:p w14:paraId="1F22B5E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64371EFF" w14:textId="77777777" w:rsidTr="003A2C6B">
        <w:tc>
          <w:tcPr>
            <w:tcW w:w="9520" w:type="dxa"/>
          </w:tcPr>
          <w:p w14:paraId="33948821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5524C4B9" w14:textId="77777777" w:rsidTr="003A2C6B">
        <w:tc>
          <w:tcPr>
            <w:tcW w:w="9520" w:type="dxa"/>
          </w:tcPr>
          <w:p w14:paraId="31AD01A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39160A32" w14:textId="77777777" w:rsidTr="003A2C6B">
        <w:tc>
          <w:tcPr>
            <w:tcW w:w="9520" w:type="dxa"/>
          </w:tcPr>
          <w:p w14:paraId="7E9BC65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03F18CE2" w14:textId="77777777" w:rsidTr="003A2C6B">
        <w:tc>
          <w:tcPr>
            <w:tcW w:w="9520" w:type="dxa"/>
          </w:tcPr>
          <w:p w14:paraId="1D91F8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Opakowania,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EAN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RFID</w:t>
            </w:r>
            <w:proofErr w:type="spellEnd"/>
          </w:p>
        </w:tc>
      </w:tr>
      <w:tr w:rsidR="003A2C6B" w:rsidRPr="00CF40BA" w14:paraId="479C0129" w14:textId="77777777" w:rsidTr="003A2C6B">
        <w:tc>
          <w:tcPr>
            <w:tcW w:w="9520" w:type="dxa"/>
          </w:tcPr>
          <w:p w14:paraId="64B67B1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65FD63FD" w14:textId="77777777" w:rsidTr="003A2C6B">
        <w:tc>
          <w:tcPr>
            <w:tcW w:w="9520" w:type="dxa"/>
          </w:tcPr>
          <w:p w14:paraId="46E54E6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0937222F" w14:textId="77777777" w:rsidTr="003A2C6B">
        <w:tc>
          <w:tcPr>
            <w:tcW w:w="9520" w:type="dxa"/>
          </w:tcPr>
          <w:p w14:paraId="44F1BEF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2327178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BD6CB5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5700221C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4DA5" w14:textId="1F89D514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ykład</w:t>
      </w:r>
      <w:r w:rsidRPr="00E0663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wykład z prezentacją multimedialną</w:t>
      </w:r>
    </w:p>
    <w:p w14:paraId="25D392DA" w14:textId="0F5C02C2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E06637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1718A7" w:rsidRPr="00E06637">
        <w:rPr>
          <w:rFonts w:ascii="Corbel" w:hAnsi="Corbel"/>
          <w:b w:val="0"/>
          <w:iCs/>
          <w:smallCaps w:val="0"/>
          <w:szCs w:val="24"/>
        </w:rPr>
        <w:t>praca w 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)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4122DB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0D50B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2BA9E1BC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45C1DD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222B099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72568095" w14:textId="77777777" w:rsidTr="00C43866">
        <w:tc>
          <w:tcPr>
            <w:tcW w:w="1962" w:type="dxa"/>
            <w:vAlign w:val="center"/>
          </w:tcPr>
          <w:p w14:paraId="681B9236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FD6600" w14:textId="2B2FD841" w:rsidR="0085747A" w:rsidRPr="00CF40BA" w:rsidRDefault="00F974D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0FDC40A" w14:textId="2FCE5D6E" w:rsidR="0085747A" w:rsidRPr="00CF40BA" w:rsidRDefault="0085747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78087DAA" w14:textId="77777777" w:rsidTr="00C43866">
        <w:tc>
          <w:tcPr>
            <w:tcW w:w="1962" w:type="dxa"/>
          </w:tcPr>
          <w:p w14:paraId="7B8FC2DF" w14:textId="319C48FB" w:rsidR="00C43866" w:rsidRPr="00CF40BA" w:rsidRDefault="00963EB0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43866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5533D0D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FDF63E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2577D5A" w14:textId="77777777" w:rsidTr="00C43866">
        <w:tc>
          <w:tcPr>
            <w:tcW w:w="1962" w:type="dxa"/>
          </w:tcPr>
          <w:p w14:paraId="78C9E069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3B30D82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71A2DB0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460310ED" w14:textId="77777777" w:rsidTr="00C43866">
        <w:tc>
          <w:tcPr>
            <w:tcW w:w="1962" w:type="dxa"/>
          </w:tcPr>
          <w:p w14:paraId="717092F3" w14:textId="18EB1AEB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75F2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06C2696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520E7F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6043D6C" w14:textId="77777777" w:rsidTr="00C43866">
        <w:tc>
          <w:tcPr>
            <w:tcW w:w="1962" w:type="dxa"/>
          </w:tcPr>
          <w:p w14:paraId="7EAD386C" w14:textId="21FAF86B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75F2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5A8FC1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49B72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3B4F794A" w14:textId="77777777" w:rsidTr="00C43866">
        <w:tc>
          <w:tcPr>
            <w:tcW w:w="1962" w:type="dxa"/>
          </w:tcPr>
          <w:p w14:paraId="6BB4FB39" w14:textId="3B1803A8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75F2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1916B33E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6E71CFB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1EBB3812" w14:textId="77777777" w:rsidTr="00C43866">
        <w:tc>
          <w:tcPr>
            <w:tcW w:w="1962" w:type="dxa"/>
          </w:tcPr>
          <w:p w14:paraId="72ECD6E2" w14:textId="76EBA899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75F2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2FC957D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FF99C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6278C0E" w14:textId="77777777" w:rsidTr="00C43866">
        <w:tc>
          <w:tcPr>
            <w:tcW w:w="1962" w:type="dxa"/>
          </w:tcPr>
          <w:p w14:paraId="0F62CDAE" w14:textId="7E697248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75F2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5C793618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1D252A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037C0C8A" w14:textId="77777777" w:rsidTr="00C43866">
        <w:tc>
          <w:tcPr>
            <w:tcW w:w="1962" w:type="dxa"/>
          </w:tcPr>
          <w:p w14:paraId="7634E015" w14:textId="206239C2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75F2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65856E27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ADFB6FE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8F9AA94" w14:textId="77777777" w:rsidR="00923D7D" w:rsidRPr="00CF4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1BC32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1C6D8822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38624CCF" w14:textId="77777777" w:rsidTr="44F28E40">
        <w:tc>
          <w:tcPr>
            <w:tcW w:w="9670" w:type="dxa"/>
          </w:tcPr>
          <w:p w14:paraId="3D6C2F55" w14:textId="77777777" w:rsidR="007510EE" w:rsidRPr="00CF40BA" w:rsidRDefault="007510EE" w:rsidP="00DB6D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4718339D" w14:textId="325AD9D9" w:rsidR="0085747A" w:rsidRPr="00CF40BA" w:rsidRDefault="43A05091" w:rsidP="6118DEA1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6C73103F" w14:textId="77043D0E" w:rsidR="0085747A" w:rsidRPr="00CF40BA" w:rsidRDefault="66F93857" w:rsidP="6118DE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4F28E40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9BAA53F" w14:textId="5E8FA014" w:rsidR="0085747A" w:rsidRPr="00CF40BA" w:rsidRDefault="0085747A" w:rsidP="44F28E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2982C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A12FD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F40B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F40BA">
        <w:rPr>
          <w:rFonts w:ascii="Corbel" w:hAnsi="Corbel"/>
          <w:b/>
          <w:sz w:val="24"/>
          <w:szCs w:val="24"/>
        </w:rPr>
        <w:t xml:space="preserve"> </w:t>
      </w:r>
    </w:p>
    <w:p w14:paraId="1107247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5C0F20A0" w14:textId="77777777" w:rsidTr="007510EE">
        <w:tc>
          <w:tcPr>
            <w:tcW w:w="4902" w:type="dxa"/>
            <w:vAlign w:val="center"/>
          </w:tcPr>
          <w:p w14:paraId="5A0EB7AE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1A96EDF" w14:textId="0F913BC1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D03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4183D71A" w14:textId="77777777" w:rsidTr="007510EE">
        <w:tc>
          <w:tcPr>
            <w:tcW w:w="4902" w:type="dxa"/>
          </w:tcPr>
          <w:p w14:paraId="4B637C22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29DF9C5" w14:textId="1A17AF9B" w:rsidR="007510EE" w:rsidRPr="00CF40BA" w:rsidRDefault="00FF1AE0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510EE" w:rsidRPr="00CF40BA" w14:paraId="170BB8C3" w14:textId="77777777" w:rsidTr="007510EE">
        <w:tc>
          <w:tcPr>
            <w:tcW w:w="4902" w:type="dxa"/>
          </w:tcPr>
          <w:p w14:paraId="79DFE6C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A5FE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4E903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510EE" w:rsidRPr="00CF40BA" w14:paraId="02C9AD76" w14:textId="77777777" w:rsidTr="007510EE">
        <w:tc>
          <w:tcPr>
            <w:tcW w:w="4902" w:type="dxa"/>
          </w:tcPr>
          <w:p w14:paraId="3A869C2A" w14:textId="417FBA74" w:rsidR="007510EE" w:rsidRPr="00CF40BA" w:rsidRDefault="007510EE" w:rsidP="00DB6D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 przygotowanie do zajęć, egzaminu</w:t>
            </w:r>
          </w:p>
        </w:tc>
        <w:tc>
          <w:tcPr>
            <w:tcW w:w="4618" w:type="dxa"/>
          </w:tcPr>
          <w:p w14:paraId="5921DA89" w14:textId="0FE1A111" w:rsidR="007510EE" w:rsidRPr="00CF40BA" w:rsidRDefault="00FF1AE0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510EE" w:rsidRPr="00CF40BA" w14:paraId="4ADB2A9B" w14:textId="77777777" w:rsidTr="007510EE">
        <w:tc>
          <w:tcPr>
            <w:tcW w:w="4902" w:type="dxa"/>
          </w:tcPr>
          <w:p w14:paraId="0E104CB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5C52A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0CF85605" w14:textId="77777777" w:rsidTr="007510EE">
        <w:tc>
          <w:tcPr>
            <w:tcW w:w="4902" w:type="dxa"/>
          </w:tcPr>
          <w:p w14:paraId="54FE4BA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F40B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AA95395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08BDF5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F40B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F40B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06C2610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D074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590D3C5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721"/>
      </w:tblGrid>
      <w:tr w:rsidR="0085747A" w:rsidRPr="00CF40BA" w14:paraId="49A98C90" w14:textId="77777777" w:rsidTr="00DB6D6C">
        <w:trPr>
          <w:trHeight w:val="260"/>
        </w:trPr>
        <w:tc>
          <w:tcPr>
            <w:tcW w:w="4753" w:type="dxa"/>
          </w:tcPr>
          <w:p w14:paraId="6BD0675C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21" w:type="dxa"/>
          </w:tcPr>
          <w:p w14:paraId="351A3680" w14:textId="7204798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0F9AAD8D" w14:textId="77777777" w:rsidTr="00DB6D6C">
        <w:trPr>
          <w:trHeight w:val="260"/>
        </w:trPr>
        <w:tc>
          <w:tcPr>
            <w:tcW w:w="4753" w:type="dxa"/>
          </w:tcPr>
          <w:p w14:paraId="088255C5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21" w:type="dxa"/>
          </w:tcPr>
          <w:p w14:paraId="0B2117CC" w14:textId="30B71BB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00B5C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AEFBC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0FDBC19D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7ACCEA0F" w14:textId="77777777" w:rsidTr="6118DEA1">
        <w:trPr>
          <w:trHeight w:val="397"/>
        </w:trPr>
        <w:tc>
          <w:tcPr>
            <w:tcW w:w="9497" w:type="dxa"/>
          </w:tcPr>
          <w:p w14:paraId="60603993" w14:textId="77777777" w:rsidR="00DB6D6C" w:rsidRPr="00645342" w:rsidRDefault="0085747A" w:rsidP="6118DEA1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Literatura podstawowa:</w:t>
            </w:r>
            <w:r w:rsidR="00D72147" w:rsidRPr="6118DEA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7781E1B4" w14:textId="77777777" w:rsidR="0085747A" w:rsidRPr="00645342" w:rsidRDefault="78224351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. 1. - Warszawa: Wydawnictwo Naukowe PWN SA, 2018</w:t>
            </w:r>
          </w:p>
          <w:p w14:paraId="068015B1" w14:textId="5DFDC96B" w:rsidR="00645342" w:rsidRPr="00DB6D6C" w:rsidRDefault="36CA00C5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 xml:space="preserve">Logistyka i transport w ujęciu systemowym / Zdzisław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Kord</w:t>
            </w:r>
            <w:r w:rsidR="00963EB0" w:rsidRPr="6118DEA1">
              <w:rPr>
                <w:rFonts w:ascii="Corbel" w:hAnsi="Corbel"/>
                <w:sz w:val="24"/>
                <w:szCs w:val="24"/>
              </w:rPr>
              <w:t>el</w:t>
            </w:r>
            <w:proofErr w:type="spellEnd"/>
            <w:r w:rsidR="00963EB0" w:rsidRPr="6118DEA1">
              <w:rPr>
                <w:rFonts w:ascii="Corbel" w:hAnsi="Corbel"/>
                <w:sz w:val="24"/>
                <w:szCs w:val="24"/>
              </w:rPr>
              <w:t>, Andrzej Kuriata. Warszawa</w:t>
            </w:r>
            <w:r w:rsidRPr="6118DEA1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, 2018</w:t>
            </w:r>
          </w:p>
        </w:tc>
      </w:tr>
      <w:tr w:rsidR="0085747A" w:rsidRPr="00CF40BA" w14:paraId="7BC69FF6" w14:textId="77777777" w:rsidTr="6118DEA1">
        <w:trPr>
          <w:trHeight w:val="397"/>
        </w:trPr>
        <w:tc>
          <w:tcPr>
            <w:tcW w:w="9497" w:type="dxa"/>
          </w:tcPr>
          <w:p w14:paraId="59B9906E" w14:textId="77777777" w:rsidR="00DB6D6C" w:rsidRPr="006453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53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37950" w14:textId="77777777" w:rsidR="0085747A" w:rsidRPr="00645342" w:rsidRDefault="0358DE4E" w:rsidP="5DEF04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5DEF04A1">
              <w:rPr>
                <w:rFonts w:ascii="Corbel" w:hAnsi="Corbel"/>
                <w:b w:val="0"/>
                <w:smallCaps w:val="0"/>
              </w:rPr>
              <w:t>Logistyka i transport w ujęciu systemowym / Z</w:t>
            </w:r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672B3357" w:rsidRPr="5DEF04A1">
              <w:rPr>
                <w:rFonts w:ascii="Corbel" w:hAnsi="Corbel"/>
                <w:b w:val="0"/>
                <w:smallCaps w:val="0"/>
              </w:rPr>
              <w:t>Kordel</w:t>
            </w:r>
            <w:proofErr w:type="spellEnd"/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, A. Kuriata, </w:t>
            </w:r>
            <w:r w:rsidRPr="5DEF04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5DEF04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DEF04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03BF22CB" w14:textId="07CD0BF1" w:rsidR="00645342" w:rsidRPr="00DB6D6C" w:rsidRDefault="4D6EB1DE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i/>
                <w:iCs/>
                <w:sz w:val="22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>Logistyka nowoczesnej gospodarki magazynowej / Andr</w:t>
            </w:r>
            <w:r w:rsidR="00963EB0" w:rsidRPr="6118DEA1">
              <w:rPr>
                <w:rFonts w:ascii="Corbel" w:hAnsi="Corbel"/>
                <w:b w:val="0"/>
                <w:smallCaps w:val="0"/>
              </w:rPr>
              <w:t xml:space="preserve">zej Szymonik, Daniel Chudzik. </w:t>
            </w:r>
            <w:r w:rsidRPr="6118DE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223C3B96" w14:textId="4BF0742F" w:rsidR="00645342" w:rsidRPr="00DB6D6C" w:rsidRDefault="13F4F86B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s. 11-29, ISBN: 978-83-7556-809-7</w:t>
            </w:r>
          </w:p>
        </w:tc>
      </w:tr>
    </w:tbl>
    <w:p w14:paraId="0DF3A299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6F5E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0A544B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</w:t>
      </w:r>
      <w:bookmarkStart w:id="1" w:name="_GoBack"/>
      <w:bookmarkEnd w:id="1"/>
      <w:r w:rsidRPr="00CF40BA">
        <w:rPr>
          <w:rFonts w:ascii="Corbel" w:hAnsi="Corbel"/>
          <w:b w:val="0"/>
          <w:smallCaps w:val="0"/>
          <w:szCs w:val="24"/>
        </w:rPr>
        <w:t>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7519F" w14:textId="77777777" w:rsidR="00A54CBE" w:rsidRDefault="00A54CBE" w:rsidP="00C16ABF">
      <w:pPr>
        <w:spacing w:after="0" w:line="240" w:lineRule="auto"/>
      </w:pPr>
      <w:r>
        <w:separator/>
      </w:r>
    </w:p>
  </w:endnote>
  <w:endnote w:type="continuationSeparator" w:id="0">
    <w:p w14:paraId="4F182E4F" w14:textId="77777777" w:rsidR="00A54CBE" w:rsidRDefault="00A54C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37F18" w14:textId="77777777" w:rsidR="00A54CBE" w:rsidRDefault="00A54CBE" w:rsidP="00C16ABF">
      <w:pPr>
        <w:spacing w:after="0" w:line="240" w:lineRule="auto"/>
      </w:pPr>
      <w:r>
        <w:separator/>
      </w:r>
    </w:p>
  </w:footnote>
  <w:footnote w:type="continuationSeparator" w:id="0">
    <w:p w14:paraId="79E8FF32" w14:textId="77777777" w:rsidR="00A54CBE" w:rsidRDefault="00A54CBE" w:rsidP="00C16ABF">
      <w:pPr>
        <w:spacing w:after="0" w:line="240" w:lineRule="auto"/>
      </w:pPr>
      <w:r>
        <w:continuationSeparator/>
      </w:r>
    </w:p>
  </w:footnote>
  <w:footnote w:id="1">
    <w:p w14:paraId="275921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20C44"/>
    <w:multiLevelType w:val="hybridMultilevel"/>
    <w:tmpl w:val="57968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60898"/>
    <w:multiLevelType w:val="hybridMultilevel"/>
    <w:tmpl w:val="BB9CE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C4B31"/>
    <w:multiLevelType w:val="hybridMultilevel"/>
    <w:tmpl w:val="77AC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FE"/>
    <w:rsid w:val="000077B4"/>
    <w:rsid w:val="00015B8F"/>
    <w:rsid w:val="00022ECE"/>
    <w:rsid w:val="00042A51"/>
    <w:rsid w:val="00042D2E"/>
    <w:rsid w:val="000434A8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30C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D3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F7"/>
    <w:rsid w:val="00517C63"/>
    <w:rsid w:val="005363C4"/>
    <w:rsid w:val="00536BDE"/>
    <w:rsid w:val="0054386A"/>
    <w:rsid w:val="00543ACC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FFA"/>
    <w:rsid w:val="00621CE1"/>
    <w:rsid w:val="00625C52"/>
    <w:rsid w:val="00627FC9"/>
    <w:rsid w:val="0064534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0EE"/>
    <w:rsid w:val="00763BF1"/>
    <w:rsid w:val="00766FD4"/>
    <w:rsid w:val="007779D2"/>
    <w:rsid w:val="0078168C"/>
    <w:rsid w:val="00787C2A"/>
    <w:rsid w:val="00790E27"/>
    <w:rsid w:val="00792A99"/>
    <w:rsid w:val="007A4022"/>
    <w:rsid w:val="007A6E6E"/>
    <w:rsid w:val="007C3299"/>
    <w:rsid w:val="007C3BCC"/>
    <w:rsid w:val="007C4546"/>
    <w:rsid w:val="007D5448"/>
    <w:rsid w:val="007D6E56"/>
    <w:rsid w:val="007F4155"/>
    <w:rsid w:val="00810481"/>
    <w:rsid w:val="00812E2B"/>
    <w:rsid w:val="0081554D"/>
    <w:rsid w:val="0081707E"/>
    <w:rsid w:val="008266F7"/>
    <w:rsid w:val="008449B3"/>
    <w:rsid w:val="008552A2"/>
    <w:rsid w:val="0085747A"/>
    <w:rsid w:val="0086036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0A8"/>
    <w:rsid w:val="009508DF"/>
    <w:rsid w:val="00950DAC"/>
    <w:rsid w:val="00954A07"/>
    <w:rsid w:val="00963EB0"/>
    <w:rsid w:val="00984B23"/>
    <w:rsid w:val="00991867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CBE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9E"/>
    <w:rsid w:val="00BC797F"/>
    <w:rsid w:val="00BD3869"/>
    <w:rsid w:val="00BD66E9"/>
    <w:rsid w:val="00BD6FF4"/>
    <w:rsid w:val="00BF2813"/>
    <w:rsid w:val="00BF2C41"/>
    <w:rsid w:val="00C058B4"/>
    <w:rsid w:val="00C05F44"/>
    <w:rsid w:val="00C131B5"/>
    <w:rsid w:val="00C16ABF"/>
    <w:rsid w:val="00C170AE"/>
    <w:rsid w:val="00C26CB7"/>
    <w:rsid w:val="00C30883"/>
    <w:rsid w:val="00C324C1"/>
    <w:rsid w:val="00C36992"/>
    <w:rsid w:val="00C43866"/>
    <w:rsid w:val="00C56036"/>
    <w:rsid w:val="00C61DC5"/>
    <w:rsid w:val="00C67E92"/>
    <w:rsid w:val="00C70A26"/>
    <w:rsid w:val="00C7353B"/>
    <w:rsid w:val="00C75F23"/>
    <w:rsid w:val="00C766DF"/>
    <w:rsid w:val="00C94B98"/>
    <w:rsid w:val="00CA2B96"/>
    <w:rsid w:val="00CA5089"/>
    <w:rsid w:val="00CA56E5"/>
    <w:rsid w:val="00CD6897"/>
    <w:rsid w:val="00CE5BAC"/>
    <w:rsid w:val="00CF25BE"/>
    <w:rsid w:val="00CF40BA"/>
    <w:rsid w:val="00CF78ED"/>
    <w:rsid w:val="00D02B25"/>
    <w:rsid w:val="00D02EBA"/>
    <w:rsid w:val="00D17C3C"/>
    <w:rsid w:val="00D26B2C"/>
    <w:rsid w:val="00D3462E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B6086"/>
    <w:rsid w:val="00DB6D6C"/>
    <w:rsid w:val="00DC6D0C"/>
    <w:rsid w:val="00DE09C0"/>
    <w:rsid w:val="00DE4A14"/>
    <w:rsid w:val="00DF320D"/>
    <w:rsid w:val="00DF71C8"/>
    <w:rsid w:val="00E06637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663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AE0"/>
    <w:rsid w:val="00FF5E7D"/>
    <w:rsid w:val="0358DE4E"/>
    <w:rsid w:val="13F4F86B"/>
    <w:rsid w:val="28D0E66C"/>
    <w:rsid w:val="2EF6BFD2"/>
    <w:rsid w:val="35D42DB7"/>
    <w:rsid w:val="36CA00C5"/>
    <w:rsid w:val="43A05091"/>
    <w:rsid w:val="44F28E40"/>
    <w:rsid w:val="4D6EB1DE"/>
    <w:rsid w:val="5DEF04A1"/>
    <w:rsid w:val="6118DEA1"/>
    <w:rsid w:val="65422F07"/>
    <w:rsid w:val="66F93857"/>
    <w:rsid w:val="672B3357"/>
    <w:rsid w:val="6D9108EB"/>
    <w:rsid w:val="78224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2C4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66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6637"/>
  </w:style>
  <w:style w:type="character" w:customStyle="1" w:styleId="spellingerror">
    <w:name w:val="spellingerror"/>
    <w:basedOn w:val="Domylnaczcionkaakapitu"/>
    <w:rsid w:val="00E06637"/>
  </w:style>
  <w:style w:type="character" w:customStyle="1" w:styleId="eop">
    <w:name w:val="eop"/>
    <w:basedOn w:val="Domylnaczcionkaakapitu"/>
    <w:rsid w:val="00E06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E7EC-35F5-4B1A-BBA4-56F1CBD4D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C39FD-016D-48A6-9B59-526E86D0A1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7358D8-A9D2-457E-AED9-A4F66483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7B43C-FB67-4D42-B937-C1BC62B8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883</Words>
  <Characters>5298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2019-02-06T12:12:00Z</cp:lastPrinted>
  <dcterms:created xsi:type="dcterms:W3CDTF">2020-11-22T00:25:00Z</dcterms:created>
  <dcterms:modified xsi:type="dcterms:W3CDTF">2021-01-07T07:23:00Z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